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64" w:rsidRPr="004A2EB2" w:rsidRDefault="00364A6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>
        <w:rPr>
          <w:sz w:val="18"/>
          <w:szCs w:val="18"/>
        </w:rPr>
        <w:t>11</w:t>
      </w:r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364A64" w:rsidRPr="00D51C58" w:rsidRDefault="00364A6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Pr="00AD3385">
        <w:rPr>
          <w:b/>
          <w:i/>
          <w:sz w:val="20"/>
          <w:szCs w:val="20"/>
          <w:lang w:val="pl-PL"/>
        </w:rPr>
        <w:t>„</w:t>
      </w:r>
      <w:bookmarkStart w:id="0" w:name="_Hlk7000145"/>
      <w:r w:rsidRPr="00AD3385">
        <w:rPr>
          <w:b/>
          <w:i/>
          <w:sz w:val="22"/>
          <w:szCs w:val="22"/>
          <w:lang w:val="pl-PL"/>
        </w:rPr>
        <w:t xml:space="preserve">Przebudowa ulicy Maciejowskiego i ulicy Cieśli </w:t>
      </w:r>
      <w:r>
        <w:rPr>
          <w:b/>
          <w:i/>
          <w:sz w:val="22"/>
          <w:szCs w:val="22"/>
          <w:lang w:val="pl-PL"/>
        </w:rPr>
        <w:t xml:space="preserve">                              </w:t>
      </w:r>
      <w:r w:rsidRPr="00AD3385">
        <w:rPr>
          <w:b/>
          <w:i/>
          <w:sz w:val="22"/>
          <w:szCs w:val="22"/>
          <w:lang w:val="pl-PL"/>
        </w:rPr>
        <w:t>w Sandomierzu</w:t>
      </w:r>
      <w:bookmarkEnd w:id="0"/>
      <w:r w:rsidRPr="00AD3385">
        <w:rPr>
          <w:b/>
          <w:i/>
          <w:sz w:val="20"/>
          <w:szCs w:val="20"/>
          <w:lang w:val="pl-PL"/>
        </w:rPr>
        <w:t>”</w:t>
      </w:r>
      <w:r>
        <w:rPr>
          <w:b/>
          <w:i/>
          <w:sz w:val="20"/>
          <w:szCs w:val="20"/>
          <w:lang w:val="pl-PL"/>
        </w:rPr>
        <w:t xml:space="preserve"> </w:t>
      </w:r>
      <w:r w:rsidRPr="00822704">
        <w:rPr>
          <w:b/>
          <w:bCs/>
          <w:sz w:val="22"/>
          <w:szCs w:val="22"/>
          <w:lang w:val="pl-PL" w:eastAsia="ar-SA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53A31"/>
    <w:rsid w:val="00097BF3"/>
    <w:rsid w:val="000B4038"/>
    <w:rsid w:val="001714D0"/>
    <w:rsid w:val="001A21B3"/>
    <w:rsid w:val="001B445B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55A99"/>
    <w:rsid w:val="00364A64"/>
    <w:rsid w:val="003A0799"/>
    <w:rsid w:val="003A390A"/>
    <w:rsid w:val="00435187"/>
    <w:rsid w:val="00466F8D"/>
    <w:rsid w:val="00486619"/>
    <w:rsid w:val="00496E8E"/>
    <w:rsid w:val="004A2EB2"/>
    <w:rsid w:val="005A0539"/>
    <w:rsid w:val="005C17A3"/>
    <w:rsid w:val="005E0873"/>
    <w:rsid w:val="00601906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AD3385"/>
    <w:rsid w:val="00B44366"/>
    <w:rsid w:val="00B869BE"/>
    <w:rsid w:val="00BD092A"/>
    <w:rsid w:val="00CD5701"/>
    <w:rsid w:val="00CE2BC1"/>
    <w:rsid w:val="00D51C58"/>
    <w:rsid w:val="00DB04CE"/>
    <w:rsid w:val="00DD173B"/>
    <w:rsid w:val="00E31120"/>
    <w:rsid w:val="00E92A49"/>
    <w:rsid w:val="00EA7159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3A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1</Pages>
  <Words>287</Words>
  <Characters>1723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43</cp:revision>
  <cp:lastPrinted>2019-02-14T08:07:00Z</cp:lastPrinted>
  <dcterms:created xsi:type="dcterms:W3CDTF">2016-08-08T13:18:00Z</dcterms:created>
  <dcterms:modified xsi:type="dcterms:W3CDTF">2019-04-26T06:44:00Z</dcterms:modified>
</cp:coreProperties>
</file>